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第四课时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一、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  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 It’s________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the kitc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h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en.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in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on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  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2. Is he ______ water?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drink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drinking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  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3. Can I play______ him?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and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with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  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4. Can you take _____ to the park?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him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he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（     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5. Sam is at ________ home.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Chen Jie’s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he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299085</wp:posOffset>
            </wp:positionV>
            <wp:extent cx="866775" cy="866775"/>
            <wp:effectExtent l="0" t="0" r="1905" b="1905"/>
            <wp:wrapNone/>
            <wp:docPr id="21" name="图片 21" descr="C:\Users\Emily\Desktop\我的图库\七彩练霸五上（R）图片\小鸟.jpg小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Emily\Desktop\我的图库\七彩练霸五上（R）图片\小鸟.jpg小鸟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二、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eastAsia="zh-CN"/>
        </w:rPr>
        <w:t>看图补全对话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。 </w:t>
      </w:r>
    </w:p>
    <w:p>
      <w:pPr>
        <w:widowControl w:val="0"/>
        <w:adjustRightInd/>
        <w:snapToGrid/>
        <w:spacing w:after="0" w:line="384" w:lineRule="auto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39370</wp:posOffset>
            </wp:positionV>
            <wp:extent cx="1047750" cy="942975"/>
            <wp:effectExtent l="0" t="0" r="3810" b="1905"/>
            <wp:wrapNone/>
            <wp:docPr id="3" name="图片 5" descr="C:\Users\Emily\Desktop\我的图库\七彩练霸五上（R）图片\弹钢琴.jpg弹钢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C:\Users\Emily\Desktop\我的图库\七彩练霸五上（R）图片\弹钢琴.jpg弹钢琴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1.                           2.</w:t>
      </w:r>
    </w:p>
    <w:p>
      <w:pPr>
        <w:widowControl w:val="0"/>
        <w:adjustRightInd/>
        <w:snapToGrid/>
        <w:spacing w:after="0" w:line="384" w:lineRule="auto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84" w:lineRule="auto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84" w:lineRule="auto"/>
        <w:ind w:firstLine="360" w:firstLineChars="15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I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s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t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he bird flying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I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s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Sarah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sleep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ing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?</w:t>
      </w:r>
    </w:p>
    <w:p>
      <w:pPr>
        <w:widowControl w:val="0"/>
        <w:adjustRightInd/>
        <w:snapToGrid/>
        <w:spacing w:after="0" w:line="384" w:lineRule="auto"/>
        <w:ind w:firstLine="360" w:firstLineChars="150"/>
        <w:jc w:val="both"/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177165</wp:posOffset>
            </wp:positionV>
            <wp:extent cx="1085850" cy="885190"/>
            <wp:effectExtent l="0" t="0" r="11430" b="13970"/>
            <wp:wrapNone/>
            <wp:docPr id="1" name="图片 20" descr="C:\Users\Emily\Desktop\老虎.jpg老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C:\Users\Emily\Desktop\老虎.jpg老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  <a:lum contrast="18000"/>
                    </a:blip>
                    <a:srcRect t="23743" b="1879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59690</wp:posOffset>
            </wp:positionV>
            <wp:extent cx="914400" cy="609600"/>
            <wp:effectExtent l="0" t="0" r="0" b="0"/>
            <wp:wrapNone/>
            <wp:docPr id="2" name="图片 1" descr="C:\Users\Emily\Desktop\我的图库\七彩课堂四上（J）一起图片\大象喝水.tif大象喝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Emily\Desktop\我的图库\七彩课堂四上（J）一起图片\大象喝水.tif大象喝水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3.                           4.</w:t>
      </w:r>
    </w:p>
    <w:p>
      <w:pPr>
        <w:widowControl w:val="0"/>
        <w:adjustRightInd/>
        <w:snapToGrid/>
        <w:spacing w:after="0" w:line="384" w:lineRule="auto"/>
        <w:ind w:firstLine="360" w:firstLineChars="15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384" w:lineRule="auto"/>
        <w:ind w:firstLine="360" w:firstLineChars="15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I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s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 xml:space="preserve"> t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he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 xml:space="preserve"> tiger running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What i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s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t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he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elep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ant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do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ing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?</w:t>
      </w:r>
    </w:p>
    <w:p>
      <w:pPr>
        <w:widowControl w:val="0"/>
        <w:adjustRightInd/>
        <w:snapToGrid/>
        <w:spacing w:after="0" w:line="384" w:lineRule="auto"/>
        <w:ind w:firstLine="360" w:firstLineChars="150"/>
        <w:jc w:val="both"/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三、连词成句。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now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,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w</w:t>
      </w:r>
      <w:r>
        <w:rPr>
          <w:rFonts w:ascii="Times New Roman" w:hAnsi="Times New Roman" w:cs="Times New Roman" w:eastAsiaTheme="minorEastAsia"/>
          <w:sz w:val="24"/>
          <w:szCs w:val="24"/>
        </w:rPr>
        <w:t>here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Fido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(?)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Chen Jie’s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at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,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is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home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Sam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(.)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now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him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play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I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with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c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an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(?)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you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c</w:t>
      </w:r>
      <w:r>
        <w:rPr>
          <w:rFonts w:ascii="Times New Roman" w:hAnsi="Times New Roman" w:cs="Times New Roman" w:eastAsiaTheme="minorEastAsia"/>
          <w:sz w:val="24"/>
          <w:szCs w:val="24"/>
        </w:rPr>
        <w:t>an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the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park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him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to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take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(?)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h</w:t>
      </w:r>
      <w:r>
        <w:rPr>
          <w:rFonts w:ascii="Times New Roman" w:hAnsi="Times New Roman" w:cs="Times New Roman" w:eastAsiaTheme="minorEastAsia"/>
          <w:sz w:val="24"/>
          <w:szCs w:val="24"/>
        </w:rPr>
        <w:t>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kitchen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in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is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(.)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>Yes,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it is.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>No,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she isn’t.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No,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it isn’t.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 xml:space="preserve"> The elep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/>
        </w:rPr>
        <w:t>h</w:t>
      </w:r>
      <w:r>
        <w:rPr>
          <w:rFonts w:ascii="Times New Roman" w:hAnsi="Times New Roman" w:eastAsia="宋体" w:cs="Times New Roman"/>
          <w:color w:val="000000"/>
          <w:kern w:val="2"/>
          <w:sz w:val="24"/>
          <w:szCs w:val="24"/>
        </w:rPr>
        <w:t>ant is drinking water.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Where is Fido now?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Sam is at Chen Jie’s home.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Can I play with him now?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Can you take him to the park?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5. </w:t>
      </w:r>
      <w:r>
        <w:rPr>
          <w:rFonts w:ascii="Times New Roman" w:hAnsi="Times New Roman" w:cs="Times New Roman" w:eastAsiaTheme="minorEastAsia"/>
          <w:sz w:val="24"/>
          <w:szCs w:val="24"/>
        </w:rPr>
        <w:t>He is in the kitchen.</w:t>
      </w:r>
    </w:p>
    <w:p>
      <w:pPr>
        <w:widowControl w:val="0"/>
        <w:adjustRightInd/>
        <w:snapToGrid/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F213E"/>
    <w:rsid w:val="00101638"/>
    <w:rsid w:val="00766F44"/>
    <w:rsid w:val="00CB451A"/>
    <w:rsid w:val="00EC195A"/>
    <w:rsid w:val="095E7D2A"/>
    <w:rsid w:val="2CBC3069"/>
    <w:rsid w:val="35C21CBC"/>
    <w:rsid w:val="45673E98"/>
    <w:rsid w:val="6D535020"/>
    <w:rsid w:val="772F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rFonts w:ascii="Tahoma" w:hAnsi="Tahoma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tiff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176</Words>
  <Characters>846</Characters>
  <Lines>7</Lines>
  <Paragraphs>2</Paragraphs>
  <TotalTime>0</TotalTime>
  <ScaleCrop>false</ScaleCrop>
  <LinksUpToDate>false</LinksUpToDate>
  <CharactersWithSpaces>1020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2018-07-16T03:01:00Z</dcterms:created>
  <dc:creator>宾琳</dc:creator>
  <cp:lastModifiedBy>。</cp:lastModifiedBy>
  <dcterms:modified xsi:type="dcterms:W3CDTF">2022-02-22T11:04:26Z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55C7232C04D64263BDB15B2E297A054D</vt:lpwstr>
  </property>
</Properties>
</file>